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E76764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Γ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81662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816625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Γ21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- </w:t>
            </w:r>
            <w:r w:rsidR="00816625" w:rsidRPr="00816625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Ο2.Ε64 </w:t>
            </w:r>
            <w:bookmarkStart w:id="0" w:name="_GoBack"/>
            <w:bookmarkEnd w:id="0"/>
            <w:r w:rsidR="00816625" w:rsidRPr="00816625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Λυχνία Τύπου 04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816625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816625" w:rsidRPr="00DF25B3" w:rsidRDefault="00816625" w:rsidP="008166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25" w:rsidRPr="00DF25B3" w:rsidRDefault="00816625" w:rsidP="00816625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ΛΥΧΝΙΑ ΓΙΑ PROJECTOR</w:t>
            </w:r>
          </w:p>
        </w:tc>
        <w:tc>
          <w:tcPr>
            <w:tcW w:w="1441" w:type="dxa"/>
          </w:tcPr>
          <w:p w:rsidR="00816625" w:rsidRPr="00DF25B3" w:rsidRDefault="00816625" w:rsidP="008166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816625" w:rsidRPr="00DF25B3" w:rsidRDefault="00816625" w:rsidP="008166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16625" w:rsidRPr="00DF25B3" w:rsidRDefault="00816625" w:rsidP="008166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816625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816625" w:rsidRPr="00DF25B3" w:rsidRDefault="00816625" w:rsidP="008166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25" w:rsidRPr="00DF25B3" w:rsidRDefault="00816625" w:rsidP="00816625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Τύπος Λυχνίας : LMP-E191</w:t>
            </w:r>
          </w:p>
        </w:tc>
        <w:tc>
          <w:tcPr>
            <w:tcW w:w="1441" w:type="dxa"/>
          </w:tcPr>
          <w:p w:rsidR="00816625" w:rsidRPr="00DF25B3" w:rsidRDefault="00816625" w:rsidP="008166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816625" w:rsidRPr="00DF25B3" w:rsidRDefault="00816625" w:rsidP="008166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16625" w:rsidRPr="00DF25B3" w:rsidRDefault="00816625" w:rsidP="008166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816625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816625" w:rsidRPr="00DF25B3" w:rsidRDefault="00816625" w:rsidP="008166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25" w:rsidRPr="00DF25B3" w:rsidRDefault="00816625" w:rsidP="00816625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Projector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: SONY VPL-EX7  </w:t>
            </w:r>
          </w:p>
        </w:tc>
        <w:tc>
          <w:tcPr>
            <w:tcW w:w="1441" w:type="dxa"/>
          </w:tcPr>
          <w:p w:rsidR="00816625" w:rsidRPr="00DF25B3" w:rsidRDefault="00816625" w:rsidP="008166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816625" w:rsidRPr="00DF25B3" w:rsidRDefault="00816625" w:rsidP="008166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16625" w:rsidRPr="00DF25B3" w:rsidRDefault="00816625" w:rsidP="008166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816625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816625" w:rsidRPr="00DF25B3" w:rsidRDefault="00816625" w:rsidP="0081662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16625" w:rsidRPr="00DF25B3" w:rsidRDefault="00816625" w:rsidP="00816625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Χωρίς βάση, Γνήσια</w:t>
            </w:r>
          </w:p>
        </w:tc>
        <w:tc>
          <w:tcPr>
            <w:tcW w:w="1441" w:type="dxa"/>
          </w:tcPr>
          <w:p w:rsidR="00816625" w:rsidRPr="00DF25B3" w:rsidRDefault="00816625" w:rsidP="008166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816625" w:rsidRPr="00DF25B3" w:rsidRDefault="00816625" w:rsidP="008166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16625" w:rsidRPr="00DF25B3" w:rsidRDefault="00816625" w:rsidP="0081662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B7ED1"/>
    <w:rsid w:val="00406FB0"/>
    <w:rsid w:val="00633A63"/>
    <w:rsid w:val="00671793"/>
    <w:rsid w:val="006E2345"/>
    <w:rsid w:val="00816625"/>
    <w:rsid w:val="00832873"/>
    <w:rsid w:val="00853A3E"/>
    <w:rsid w:val="008C2D10"/>
    <w:rsid w:val="009471DE"/>
    <w:rsid w:val="00A40B4A"/>
    <w:rsid w:val="00C60E4A"/>
    <w:rsid w:val="00D753A6"/>
    <w:rsid w:val="00E76764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A6D85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0</TotalTime>
  <Pages>1</Pages>
  <Words>36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2</cp:revision>
  <dcterms:created xsi:type="dcterms:W3CDTF">2025-09-10T08:05:00Z</dcterms:created>
  <dcterms:modified xsi:type="dcterms:W3CDTF">2025-09-10T08:05:00Z</dcterms:modified>
</cp:coreProperties>
</file>